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07" w:rsidRDefault="003E5A0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Аннотация к рабочей программе</w:t>
      </w:r>
    </w:p>
    <w:p w:rsidR="003E5A07" w:rsidRDefault="003E5A07">
      <w:pPr>
        <w:jc w:val="center"/>
        <w:rPr>
          <w:b/>
          <w:bCs/>
        </w:rPr>
      </w:pPr>
      <w:r>
        <w:rPr>
          <w:b/>
          <w:bCs/>
        </w:rPr>
        <w:t xml:space="preserve"> по Английскому языку(второй иностранный) в 6,8,9 классах.</w:t>
      </w:r>
    </w:p>
    <w:p w:rsidR="003E5A07" w:rsidRDefault="003E5A07"/>
    <w:p w:rsidR="003E5A07" w:rsidRDefault="003E5A07"/>
    <w:p w:rsidR="003E5A07" w:rsidRDefault="003E5A07">
      <w:pPr>
        <w:rPr>
          <w:b/>
          <w:bCs/>
        </w:rPr>
      </w:pPr>
      <w:r>
        <w:rPr>
          <w:b/>
          <w:bCs/>
        </w:rPr>
        <w:t xml:space="preserve">  Рабочая программа составлена на основе следующих документов:</w:t>
      </w:r>
    </w:p>
    <w:p w:rsidR="003E5A07" w:rsidRDefault="003E5A07">
      <w:r>
        <w:t>- Федеральный закон «Об образовании в Российской Федерации»;</w:t>
      </w:r>
    </w:p>
    <w:p w:rsidR="003E5A07" w:rsidRDefault="003E5A07"/>
    <w:p w:rsidR="003E5A07" w:rsidRDefault="003E5A07">
      <w:r>
        <w:t>-Федеральный государственный образовательный стандарт основного общего образования (ФГОС ООО);</w:t>
      </w:r>
    </w:p>
    <w:p w:rsidR="003E5A07" w:rsidRDefault="003E5A07"/>
    <w:p w:rsidR="003E5A07" w:rsidRDefault="003E5A07">
      <w:r>
        <w:t>-Приказ МОиН РФ от 31.12.2015 № 1577 «О внесении изменений в ФГОС основного общего образования»;</w:t>
      </w:r>
    </w:p>
    <w:p w:rsidR="003E5A07" w:rsidRDefault="003E5A07"/>
    <w:p w:rsidR="003E5A07" w:rsidRDefault="003E5A07">
      <w:r>
        <w:t>-СанПиН2.4.2.2821-10«Санитарно-эпидемиологические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3E5A07" w:rsidRDefault="003E5A07"/>
    <w:p w:rsidR="003E5A07" w:rsidRDefault="003E5A07">
      <w:r>
        <w:t>-УМК для общеобразовательных учреждений: из серии "Мой выбор-Английский!" ( "Options 6")   [Второй иностранный] (Маневич Е.Г.,Полякова А.А.,Дули Дж.и др.;М:Пр.20,</w:t>
      </w:r>
    </w:p>
    <w:p w:rsidR="003E5A07" w:rsidRDefault="003E5A07">
      <w:r>
        <w:t xml:space="preserve">Состав УМК - учебник, рабочая тетрадь, книга для учителя, аудиокурс к учебному пособию. Интернет поддержка </w:t>
      </w:r>
      <w:hyperlink r:id="rId6" w:history="1">
        <w:r>
          <w:rPr>
            <w:rStyle w:val="Hyperlink"/>
          </w:rPr>
          <w:t>http://prosv.ru/umk/options</w:t>
        </w:r>
      </w:hyperlink>
    </w:p>
    <w:p w:rsidR="003E5A07" w:rsidRDefault="003E5A07"/>
    <w:p w:rsidR="003E5A07" w:rsidRDefault="003E5A07">
      <w:r>
        <w:t>-Рабочая программа для 6,8,9 классов рассчитана на 68 учебных часов, по 2 часа в неделю, содержит материал Английский язык Options6 [Второй иностранный] (Маневич Е.Г.,Полякова А.А.,Дули Дж.и др.;М:Пр.20</w:t>
      </w:r>
    </w:p>
    <w:p w:rsidR="003E5A07" w:rsidRDefault="003E5A07"/>
    <w:p w:rsidR="003E5A07" w:rsidRDefault="003E5A07">
      <w:r>
        <w:t>Согласно учебному плану МБОУ «Закладинская СОШ» 68 часов отводится для изучения учебного предмета в 6,8,9 классах:</w:t>
      </w:r>
    </w:p>
    <w:p w:rsidR="003E5A07" w:rsidRDefault="003E5A07"/>
    <w:p w:rsidR="003E5A07" w:rsidRDefault="003E5A07">
      <w:r>
        <w:t>6 класс - 68 ч- 2 часа в неделю</w:t>
      </w:r>
    </w:p>
    <w:p w:rsidR="003E5A07" w:rsidRDefault="003E5A07">
      <w:r>
        <w:t>8 класс - 68 ч- 2 часа в неделю</w:t>
      </w:r>
    </w:p>
    <w:p w:rsidR="003E5A07" w:rsidRDefault="003E5A07">
      <w:r>
        <w:t xml:space="preserve">9 класс - 68 ч - 2 часа в неделю </w:t>
      </w:r>
    </w:p>
    <w:p w:rsidR="003E5A07" w:rsidRDefault="003E5A07"/>
    <w:p w:rsidR="003E5A07" w:rsidRDefault="003E5A07"/>
    <w:p w:rsidR="003E5A07" w:rsidRDefault="003E5A07"/>
    <w:sectPr w:rsidR="003E5A07" w:rsidSect="003E5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A07" w:rsidRDefault="003E5A07" w:rsidP="003E5A07">
      <w:r>
        <w:separator/>
      </w:r>
    </w:p>
  </w:endnote>
  <w:endnote w:type="continuationSeparator" w:id="0">
    <w:p w:rsidR="003E5A07" w:rsidRDefault="003E5A07" w:rsidP="003E5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07" w:rsidRDefault="003E5A07">
    <w:pPr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07" w:rsidRDefault="003E5A07">
    <w:pPr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07" w:rsidRDefault="003E5A07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A07" w:rsidRDefault="003E5A07" w:rsidP="003E5A07">
      <w:r>
        <w:separator/>
      </w:r>
    </w:p>
  </w:footnote>
  <w:footnote w:type="continuationSeparator" w:id="0">
    <w:p w:rsidR="003E5A07" w:rsidRDefault="003E5A07" w:rsidP="003E5A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07" w:rsidRDefault="003E5A07">
    <w:pPr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07" w:rsidRDefault="003E5A07">
    <w:pPr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07" w:rsidRDefault="003E5A07">
    <w:pPr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A07"/>
    <w:rsid w:val="003E5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1"/>
    <w:uiPriority w:val="99"/>
    <w:qFormat/>
    <w:pPr>
      <w:keepNext/>
      <w:spacing w:before="240" w:after="6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A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1Char1">
    <w:name w:val="Heading 1 Char1"/>
    <w:basedOn w:val="DefaultParagraphFont"/>
    <w:link w:val="Heading1"/>
    <w:uiPriority w:val="99"/>
    <w:rPr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A0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2Char1">
    <w:name w:val="Heading 2 Char1"/>
    <w:basedOn w:val="DefaultParagraphFont"/>
    <w:link w:val="Heading2"/>
    <w:uiPriority w:val="99"/>
    <w:rPr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A0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1">
    <w:name w:val="Heading 3 Char1"/>
    <w:basedOn w:val="DefaultParagraphFont"/>
    <w:link w:val="Heading3"/>
    <w:uiPriority w:val="99"/>
    <w:rPr>
      <w:b/>
      <w:bCs/>
      <w:sz w:val="26"/>
      <w:szCs w:val="26"/>
      <w:lang w:val="ru-RU"/>
    </w:rPr>
  </w:style>
  <w:style w:type="character" w:styleId="Hyperlink">
    <w:name w:val="Hyperlink"/>
    <w:basedOn w:val="DefaultParagraphFont"/>
    <w:uiPriority w:val="99"/>
    <w:rPr>
      <w:rFonts w:ascii="Arial" w:hAnsi="Arial" w:cs="Arial"/>
      <w:color w:val="0000FF"/>
      <w:u w:val="single"/>
      <w:lang w:val="ru-RU"/>
    </w:rPr>
  </w:style>
  <w:style w:type="paragraph" w:styleId="Header">
    <w:name w:val="header"/>
    <w:basedOn w:val="Normal"/>
    <w:link w:val="HeaderChar1"/>
    <w:uiPriority w:val="99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E5A07"/>
    <w:rPr>
      <w:rFonts w:ascii="Arial" w:hAnsi="Arial" w:cs="Arial"/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rPr>
      <w:sz w:val="24"/>
      <w:szCs w:val="24"/>
      <w:lang w:val="ru-RU"/>
    </w:rPr>
  </w:style>
  <w:style w:type="paragraph" w:styleId="Footer">
    <w:name w:val="footer"/>
    <w:basedOn w:val="Normal"/>
    <w:link w:val="FooterChar1"/>
    <w:uiPriority w:val="9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5A07"/>
    <w:rPr>
      <w:rFonts w:ascii="Arial" w:hAnsi="Arial" w:cs="Arial"/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rPr>
      <w:sz w:val="24"/>
      <w:szCs w:val="24"/>
      <w:lang w:val="ru-RU"/>
    </w:rPr>
  </w:style>
  <w:style w:type="character" w:styleId="FootnoteReference">
    <w:name w:val="footnote reference"/>
    <w:basedOn w:val="DefaultParagraphFont"/>
    <w:uiPriority w:val="99"/>
    <w:rPr>
      <w:rFonts w:ascii="Arial" w:hAnsi="Arial" w:cs="Arial"/>
      <w:vertAlign w:val="superscript"/>
      <w:lang w:val="ru-RU"/>
    </w:rPr>
  </w:style>
  <w:style w:type="character" w:styleId="EndnoteReference">
    <w:name w:val="endnote reference"/>
    <w:basedOn w:val="DefaultParagraphFont"/>
    <w:uiPriority w:val="99"/>
    <w:rPr>
      <w:rFonts w:ascii="Arial" w:hAnsi="Arial" w:cs="Arial"/>
      <w:vertAlign w:val="superscript"/>
      <w:lang w:val="ru-RU"/>
    </w:rPr>
  </w:style>
  <w:style w:type="paragraph" w:styleId="FootnoteText">
    <w:name w:val="footnote text"/>
    <w:basedOn w:val="Normal"/>
    <w:link w:val="FootnoteTextChar1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5A07"/>
    <w:rPr>
      <w:rFonts w:ascii="Arial" w:hAnsi="Arial" w:cs="Arial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rPr>
      <w:sz w:val="24"/>
      <w:szCs w:val="24"/>
      <w:lang w:val="ru-RU"/>
    </w:rPr>
  </w:style>
  <w:style w:type="paragraph" w:styleId="EndnoteText">
    <w:name w:val="endnote text"/>
    <w:basedOn w:val="Normal"/>
    <w:link w:val="EndnoteTextChar1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5A07"/>
    <w:rPr>
      <w:rFonts w:ascii="Arial" w:hAnsi="Arial" w:cs="Arial"/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rPr>
      <w:sz w:val="24"/>
      <w:szCs w:val="24"/>
      <w:lang w:val="ru-RU"/>
    </w:rPr>
  </w:style>
  <w:style w:type="paragraph" w:styleId="Caption">
    <w:name w:val="caption"/>
    <w:basedOn w:val="Normal"/>
    <w:next w:val="Normal"/>
    <w:uiPriority w:val="99"/>
    <w:qFormat/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osv.ru/umk/option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