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90" w:rsidRDefault="009C2D90" w:rsidP="009C2D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EF49D5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АННОТАЦИЯ</w:t>
      </w:r>
    </w:p>
    <w:p w:rsidR="009C2D90" w:rsidRPr="00EF49D5" w:rsidRDefault="009C2D90" w:rsidP="009C2D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EF49D5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 xml:space="preserve"> К РАБОЧ</w:t>
      </w:r>
      <w:r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ЕЙ</w:t>
      </w:r>
      <w:r w:rsidRPr="00EF49D5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 xml:space="preserve"> ПРОГРАММ</w:t>
      </w:r>
      <w:r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Е ПО БИОЛОГИИ</w:t>
      </w:r>
      <w:r w:rsidRPr="00EF49D5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5-9 классы</w:t>
      </w:r>
    </w:p>
    <w:p w:rsidR="009C2D90" w:rsidRDefault="009C2D90" w:rsidP="009C2D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EF49D5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ФГОС ООО</w:t>
      </w:r>
    </w:p>
    <w:p w:rsidR="009C2D90" w:rsidRPr="00EF49D5" w:rsidRDefault="009C2D90" w:rsidP="009C2D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Рабочая программа по биологии для 5-9 классов общеобразовательных бюджетных учреждений составлена на основе:</w:t>
      </w:r>
    </w:p>
    <w:p w:rsidR="009C2D90" w:rsidRPr="009C2D90" w:rsidRDefault="009C2D90" w:rsidP="009C2D90">
      <w:pPr>
        <w:pStyle w:val="a3"/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Закона Российской Федерации «Об образовании»</w:t>
      </w:r>
    </w:p>
    <w:p w:rsidR="009C2D90" w:rsidRPr="009C2D90" w:rsidRDefault="009C2D90" w:rsidP="009C2D90">
      <w:pPr>
        <w:pStyle w:val="a3"/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Федеральный государственный образовательный стандарт основного общего образования (Приказ Министерства образования и науки РФ от 17 декабря 2010 г. №1897);</w:t>
      </w:r>
    </w:p>
    <w:p w:rsidR="009C2D90" w:rsidRPr="009C2D90" w:rsidRDefault="009C2D90" w:rsidP="009C2D90">
      <w:pPr>
        <w:pStyle w:val="a3"/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Федерального перечня учебников, рекомендованных (допущенных) к использованию в образовательном процессе в общеобразовательных учреждениях;</w:t>
      </w:r>
    </w:p>
    <w:p w:rsidR="009C2D90" w:rsidRPr="009C2D90" w:rsidRDefault="009C2D90" w:rsidP="009C2D90">
      <w:pPr>
        <w:pStyle w:val="a3"/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Программы основного общего образования по биологии для общеобразовательных учреждений (Москва</w:t>
      </w:r>
      <w:proofErr w:type="gramStart"/>
      <w:r w:rsidRPr="009C2D90">
        <w:rPr>
          <w:color w:val="000000"/>
          <w:sz w:val="28"/>
          <w:szCs w:val="28"/>
        </w:rPr>
        <w:t xml:space="preserve">.: </w:t>
      </w:r>
      <w:proofErr w:type="gramEnd"/>
      <w:r w:rsidRPr="009C2D90">
        <w:rPr>
          <w:color w:val="000000"/>
          <w:sz w:val="28"/>
          <w:szCs w:val="28"/>
        </w:rPr>
        <w:t>Дрофа, 2013 г);</w:t>
      </w:r>
    </w:p>
    <w:p w:rsidR="009C2D90" w:rsidRPr="009C2D90" w:rsidRDefault="009C2D90" w:rsidP="009C2D90">
      <w:pPr>
        <w:pStyle w:val="a3"/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Авторской программы основного общего образования по биологии </w:t>
      </w:r>
      <w:r w:rsidR="00ED6CB5">
        <w:rPr>
          <w:color w:val="000000"/>
          <w:sz w:val="28"/>
          <w:szCs w:val="28"/>
        </w:rPr>
        <w:t xml:space="preserve">Плешаков А.А., </w:t>
      </w:r>
      <w:proofErr w:type="spellStart"/>
      <w:r w:rsidR="00ED6CB5">
        <w:rPr>
          <w:color w:val="000000"/>
          <w:sz w:val="28"/>
          <w:szCs w:val="28"/>
        </w:rPr>
        <w:t>Сивоглазов</w:t>
      </w:r>
      <w:proofErr w:type="spellEnd"/>
      <w:r w:rsidR="00ED6CB5">
        <w:rPr>
          <w:color w:val="000000"/>
          <w:sz w:val="28"/>
          <w:szCs w:val="28"/>
        </w:rPr>
        <w:t xml:space="preserve"> В.И.,</w:t>
      </w:r>
      <w:r w:rsidR="00ED6CB5" w:rsidRPr="009C2D90">
        <w:rPr>
          <w:color w:val="000000"/>
          <w:sz w:val="28"/>
          <w:szCs w:val="28"/>
        </w:rPr>
        <w:t xml:space="preserve"> </w:t>
      </w:r>
      <w:r w:rsidR="00ED6CB5">
        <w:rPr>
          <w:color w:val="000000"/>
          <w:sz w:val="28"/>
          <w:szCs w:val="28"/>
        </w:rPr>
        <w:t xml:space="preserve">Сонин Н.И, Захаров </w:t>
      </w:r>
      <w:proofErr w:type="spellStart"/>
      <w:r w:rsidR="00ED6CB5">
        <w:rPr>
          <w:color w:val="000000"/>
          <w:sz w:val="28"/>
          <w:szCs w:val="28"/>
        </w:rPr>
        <w:t>В.Б.,</w:t>
      </w:r>
      <w:r w:rsidRPr="009C2D90">
        <w:rPr>
          <w:color w:val="000000"/>
          <w:sz w:val="28"/>
          <w:szCs w:val="28"/>
        </w:rPr>
        <w:t>для</w:t>
      </w:r>
      <w:proofErr w:type="spellEnd"/>
      <w:r w:rsidRPr="009C2D90">
        <w:rPr>
          <w:color w:val="000000"/>
          <w:sz w:val="28"/>
          <w:szCs w:val="28"/>
        </w:rPr>
        <w:t xml:space="preserve"> 5-9 классов общеобразовательны</w:t>
      </w:r>
      <w:r w:rsidR="00ED6CB5">
        <w:rPr>
          <w:color w:val="000000"/>
          <w:sz w:val="28"/>
          <w:szCs w:val="28"/>
        </w:rPr>
        <w:t>х учреждений (</w:t>
      </w:r>
      <w:proofErr w:type="spellStart"/>
      <w:r w:rsidR="00ED6CB5">
        <w:rPr>
          <w:color w:val="000000"/>
          <w:sz w:val="28"/>
          <w:szCs w:val="28"/>
        </w:rPr>
        <w:t>Москва</w:t>
      </w:r>
      <w:proofErr w:type="gramStart"/>
      <w:r w:rsidR="00ED6CB5">
        <w:rPr>
          <w:color w:val="000000"/>
          <w:sz w:val="28"/>
          <w:szCs w:val="28"/>
        </w:rPr>
        <w:t>:Д</w:t>
      </w:r>
      <w:proofErr w:type="gramEnd"/>
      <w:r w:rsidR="00ED6CB5">
        <w:rPr>
          <w:color w:val="000000"/>
          <w:sz w:val="28"/>
          <w:szCs w:val="28"/>
        </w:rPr>
        <w:t>рофа</w:t>
      </w:r>
      <w:proofErr w:type="spellEnd"/>
      <w:r w:rsidR="00ED6CB5">
        <w:rPr>
          <w:color w:val="000000"/>
          <w:sz w:val="28"/>
          <w:szCs w:val="28"/>
        </w:rPr>
        <w:t>, 2019</w:t>
      </w:r>
      <w:r w:rsidRPr="009C2D90">
        <w:rPr>
          <w:color w:val="000000"/>
          <w:sz w:val="28"/>
          <w:szCs w:val="28"/>
        </w:rPr>
        <w:t xml:space="preserve"> год);</w:t>
      </w:r>
    </w:p>
    <w:p w:rsidR="009C2D90" w:rsidRPr="009C2D90" w:rsidRDefault="009C2D90" w:rsidP="009C2D90">
      <w:pPr>
        <w:pStyle w:val="a3"/>
        <w:numPr>
          <w:ilvl w:val="0"/>
          <w:numId w:val="1"/>
        </w:numPr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Образовательной программы образовательного учреждения.</w:t>
      </w:r>
    </w:p>
    <w:p w:rsidR="009C2D90" w:rsidRPr="009C2D90" w:rsidRDefault="009C2D90" w:rsidP="009C2D9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 Рабочая программа разработана на основе программы основного общего образования и авторской программы по биологии</w:t>
      </w:r>
      <w:r w:rsidR="00ED6CB5">
        <w:rPr>
          <w:color w:val="000000"/>
          <w:sz w:val="28"/>
          <w:szCs w:val="28"/>
        </w:rPr>
        <w:t xml:space="preserve"> Плешакова А.А., </w:t>
      </w:r>
      <w:proofErr w:type="spellStart"/>
      <w:r w:rsidR="00ED6CB5">
        <w:rPr>
          <w:color w:val="000000"/>
          <w:sz w:val="28"/>
          <w:szCs w:val="28"/>
        </w:rPr>
        <w:t>Сивоглазова</w:t>
      </w:r>
      <w:proofErr w:type="spellEnd"/>
      <w:r w:rsidR="00ED6CB5">
        <w:rPr>
          <w:color w:val="000000"/>
          <w:sz w:val="28"/>
          <w:szCs w:val="28"/>
        </w:rPr>
        <w:t xml:space="preserve"> В.И.</w:t>
      </w:r>
      <w:r w:rsidRPr="009C2D90">
        <w:rPr>
          <w:color w:val="000000"/>
          <w:sz w:val="28"/>
          <w:szCs w:val="28"/>
        </w:rPr>
        <w:t xml:space="preserve"> </w:t>
      </w:r>
      <w:r w:rsidR="00ED6CB5">
        <w:rPr>
          <w:color w:val="000000"/>
          <w:sz w:val="28"/>
          <w:szCs w:val="28"/>
        </w:rPr>
        <w:t>Сонина Н.И, Захарова В.Б</w:t>
      </w:r>
      <w:r w:rsidR="00ED6CB5" w:rsidRPr="009C2D90">
        <w:rPr>
          <w:color w:val="000000"/>
          <w:sz w:val="28"/>
          <w:szCs w:val="28"/>
        </w:rPr>
        <w:t xml:space="preserve"> </w:t>
      </w:r>
      <w:r w:rsidRPr="009C2D90">
        <w:rPr>
          <w:color w:val="000000"/>
          <w:sz w:val="28"/>
          <w:szCs w:val="28"/>
        </w:rPr>
        <w:t>для 5-9 классов общеобразовательных учреждений (Москва, Дрофа, 201</w:t>
      </w:r>
      <w:r w:rsidR="00ED6CB5">
        <w:rPr>
          <w:color w:val="000000"/>
          <w:sz w:val="28"/>
          <w:szCs w:val="28"/>
        </w:rPr>
        <w:t>9</w:t>
      </w:r>
      <w:r w:rsidRPr="009C2D90">
        <w:rPr>
          <w:color w:val="000000"/>
          <w:sz w:val="28"/>
          <w:szCs w:val="28"/>
        </w:rPr>
        <w:t>) и предназначена для реализации в общеобразовательном учреждении на базовом уровне в 5-9 классах.</w:t>
      </w:r>
    </w:p>
    <w:p w:rsidR="009C2D90" w:rsidRPr="009C2D90" w:rsidRDefault="00ED6CB5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C2D90" w:rsidRPr="009C2D90">
        <w:rPr>
          <w:color w:val="000000"/>
          <w:sz w:val="28"/>
          <w:szCs w:val="28"/>
        </w:rPr>
        <w:t>Рабочая программа построена на основе фундаментального ядра содержания основного общего образования и требований к результатам освоения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образования. В программе соблюдается преемственность с примерными программами начального общего образования.</w:t>
      </w:r>
    </w:p>
    <w:p w:rsidR="009C2D90" w:rsidRPr="009C2D90" w:rsidRDefault="00ED6CB5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9C2D90" w:rsidRPr="009C2D90">
        <w:rPr>
          <w:color w:val="000000"/>
          <w:sz w:val="28"/>
          <w:szCs w:val="28"/>
        </w:rPr>
        <w:t xml:space="preserve">Программа конкретизирует содержание тем по курсу биологии, перечисленных в образовательном стандарте, рекомендует последовательность их изучения с учетом </w:t>
      </w:r>
      <w:proofErr w:type="spellStart"/>
      <w:r w:rsidR="009C2D90" w:rsidRPr="009C2D90">
        <w:rPr>
          <w:color w:val="000000"/>
          <w:sz w:val="28"/>
          <w:szCs w:val="28"/>
        </w:rPr>
        <w:t>метапредметных</w:t>
      </w:r>
      <w:proofErr w:type="spellEnd"/>
      <w:r w:rsidR="009C2D90" w:rsidRPr="009C2D90">
        <w:rPr>
          <w:color w:val="000000"/>
          <w:sz w:val="28"/>
          <w:szCs w:val="28"/>
        </w:rPr>
        <w:t xml:space="preserve"> и </w:t>
      </w:r>
      <w:proofErr w:type="spellStart"/>
      <w:r w:rsidR="009C2D90" w:rsidRPr="009C2D90">
        <w:rPr>
          <w:color w:val="000000"/>
          <w:sz w:val="28"/>
          <w:szCs w:val="28"/>
        </w:rPr>
        <w:t>внутрипредметных</w:t>
      </w:r>
      <w:proofErr w:type="spellEnd"/>
      <w:r w:rsidR="009C2D90" w:rsidRPr="009C2D90">
        <w:rPr>
          <w:color w:val="000000"/>
          <w:sz w:val="28"/>
          <w:szCs w:val="28"/>
        </w:rPr>
        <w:t xml:space="preserve"> связей, логики учебного процесса, возрастных особенностей учащихся и приводит распределение учебных часов на изучение каждого раздела курса. В рабочей программе определен перечень </w:t>
      </w:r>
      <w:r w:rsidR="009C2D90" w:rsidRPr="009C2D90">
        <w:rPr>
          <w:color w:val="000000"/>
          <w:sz w:val="28"/>
          <w:szCs w:val="28"/>
        </w:rPr>
        <w:lastRenderedPageBreak/>
        <w:t>демонстраций, лабораторных и практических работ, их распределение по разделам.</w:t>
      </w:r>
    </w:p>
    <w:p w:rsidR="009C2D90" w:rsidRPr="009C2D90" w:rsidRDefault="00ED6CB5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9C2D90" w:rsidRPr="009C2D90">
        <w:rPr>
          <w:color w:val="000000"/>
          <w:sz w:val="28"/>
          <w:szCs w:val="28"/>
        </w:rPr>
        <w:t xml:space="preserve">Особое внимание уделено содержанию, способствующему формированию современной естественнонаучной картины мира, практическому применению биологических знаний. Содержание учитывает </w:t>
      </w:r>
      <w:proofErr w:type="spellStart"/>
      <w:r w:rsidR="009C2D90" w:rsidRPr="009C2D90">
        <w:rPr>
          <w:color w:val="000000"/>
          <w:sz w:val="28"/>
          <w:szCs w:val="28"/>
        </w:rPr>
        <w:t>культуросообразный</w:t>
      </w:r>
      <w:proofErr w:type="spellEnd"/>
      <w:r w:rsidR="009C2D90" w:rsidRPr="009C2D90">
        <w:rPr>
          <w:color w:val="000000"/>
          <w:sz w:val="28"/>
          <w:szCs w:val="28"/>
        </w:rPr>
        <w:t xml:space="preserve"> подход, в соответствии с которым учащиеся должны освоить материал, значимый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9C2D90" w:rsidRPr="009C2D90" w:rsidRDefault="00ED6CB5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9C2D90" w:rsidRPr="009C2D90">
        <w:rPr>
          <w:color w:val="000000"/>
          <w:sz w:val="28"/>
          <w:szCs w:val="28"/>
        </w:rPr>
        <w:t>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на ступени основного общего образования главное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Изучение биологии в основном направлено на формирование у учащихся представлений об отличительных особенностях объектов живой природы, их многообразия и эволюции; о человеке как биосоциальном существе.</w:t>
      </w:r>
    </w:p>
    <w:p w:rsidR="009C2D90" w:rsidRPr="009C2D90" w:rsidRDefault="00ED6CB5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9C2D90" w:rsidRPr="009C2D90">
        <w:rPr>
          <w:color w:val="000000"/>
          <w:sz w:val="28"/>
          <w:szCs w:val="28"/>
        </w:rPr>
        <w:t xml:space="preserve">Построение учебного содержания курса осуществляется последовательно от общего к частному с учетом реализации </w:t>
      </w:r>
      <w:proofErr w:type="spellStart"/>
      <w:r w:rsidR="009C2D90" w:rsidRPr="009C2D90">
        <w:rPr>
          <w:color w:val="000000"/>
          <w:sz w:val="28"/>
          <w:szCs w:val="28"/>
        </w:rPr>
        <w:t>внутрипредметных</w:t>
      </w:r>
      <w:proofErr w:type="spellEnd"/>
      <w:r w:rsidR="009C2D90" w:rsidRPr="009C2D90">
        <w:rPr>
          <w:color w:val="000000"/>
          <w:sz w:val="28"/>
          <w:szCs w:val="28"/>
        </w:rPr>
        <w:t xml:space="preserve"> и </w:t>
      </w:r>
      <w:proofErr w:type="spellStart"/>
      <w:r w:rsidR="009C2D90" w:rsidRPr="009C2D90">
        <w:rPr>
          <w:color w:val="000000"/>
          <w:sz w:val="28"/>
          <w:szCs w:val="28"/>
        </w:rPr>
        <w:t>метапредметных</w:t>
      </w:r>
      <w:proofErr w:type="spellEnd"/>
      <w:r w:rsidR="009C2D90" w:rsidRPr="009C2D90">
        <w:rPr>
          <w:color w:val="000000"/>
          <w:sz w:val="28"/>
          <w:szCs w:val="28"/>
        </w:rPr>
        <w:t xml:space="preserve"> связей. В основу положено взаимодействие научного, гуманистического, культурологического, </w:t>
      </w:r>
      <w:proofErr w:type="spellStart"/>
      <w:r w:rsidR="009C2D90" w:rsidRPr="009C2D90">
        <w:rPr>
          <w:color w:val="000000"/>
          <w:sz w:val="28"/>
          <w:szCs w:val="28"/>
        </w:rPr>
        <w:t>личностно-деятельностного</w:t>
      </w:r>
      <w:proofErr w:type="spellEnd"/>
      <w:r w:rsidR="009C2D90" w:rsidRPr="009C2D90">
        <w:rPr>
          <w:color w:val="000000"/>
          <w:sz w:val="28"/>
          <w:szCs w:val="28"/>
        </w:rPr>
        <w:t xml:space="preserve">, историко-проблемного, </w:t>
      </w:r>
      <w:proofErr w:type="spellStart"/>
      <w:r w:rsidR="009C2D90" w:rsidRPr="009C2D90">
        <w:rPr>
          <w:color w:val="000000"/>
          <w:sz w:val="28"/>
          <w:szCs w:val="28"/>
        </w:rPr>
        <w:t>компетентностного</w:t>
      </w:r>
      <w:proofErr w:type="spellEnd"/>
      <w:r w:rsidR="009C2D90" w:rsidRPr="009C2D90">
        <w:rPr>
          <w:color w:val="000000"/>
          <w:sz w:val="28"/>
          <w:szCs w:val="28"/>
        </w:rPr>
        <w:t xml:space="preserve"> подходов.</w:t>
      </w:r>
    </w:p>
    <w:p w:rsidR="009C2D90" w:rsidRPr="009C2D90" w:rsidRDefault="00ED6CB5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proofErr w:type="gramStart"/>
      <w:r w:rsidR="009C2D90" w:rsidRPr="009C2D90">
        <w:rPr>
          <w:color w:val="000000"/>
          <w:sz w:val="28"/>
          <w:szCs w:val="28"/>
        </w:rPr>
        <w:t>В процессе изучения теоретического материала курса биологии 5 класса учащиеся узнают, чем живая природа отличается от неживой; получают общие представления о структуре биологической науки, её истории и методах исследования, царствах живых организмов, средах обитания организмов, нравственных нормах и принципах отношения к природе.</w:t>
      </w:r>
      <w:proofErr w:type="gramEnd"/>
      <w:r w:rsidR="009C2D90" w:rsidRPr="009C2D90">
        <w:rPr>
          <w:color w:val="000000"/>
          <w:sz w:val="28"/>
          <w:szCs w:val="28"/>
        </w:rPr>
        <w:t xml:space="preserve"> Учащиеся получают сведения о клетке, тканях и органах живых организмов, углубляются их знания об условиях жизни и разнообразии, распространении и значении бактерий, грибов и растений, о значении этих организмов в природе и жизни человека. Такое построение программы дает возможность развивать полученные в начальной школе теоретические сведения на богатом фактическом материале биологии растений, грибов и бактерий. В результате выигрывают </w:t>
      </w:r>
      <w:proofErr w:type="gramStart"/>
      <w:r w:rsidR="009C2D90" w:rsidRPr="009C2D90">
        <w:rPr>
          <w:color w:val="000000"/>
          <w:sz w:val="28"/>
          <w:szCs w:val="28"/>
        </w:rPr>
        <w:t>обе</w:t>
      </w:r>
      <w:proofErr w:type="gramEnd"/>
      <w:r w:rsidR="009C2D90" w:rsidRPr="009C2D90">
        <w:rPr>
          <w:color w:val="000000"/>
          <w:sz w:val="28"/>
          <w:szCs w:val="28"/>
        </w:rPr>
        <w:t xml:space="preserve"> составляющие курса: и теория, и факты.</w:t>
      </w:r>
    </w:p>
    <w:p w:rsidR="009C2D90" w:rsidRPr="009C2D90" w:rsidRDefault="00ED6CB5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9C2D90" w:rsidRPr="009C2D90">
        <w:rPr>
          <w:color w:val="000000"/>
          <w:sz w:val="28"/>
          <w:szCs w:val="28"/>
        </w:rPr>
        <w:t xml:space="preserve">Особенности содержания обучения предмета биологии в основной школе обусловлены спецификой биологии как науки и поставленными задачами. Основными проблемами биологии являются изучение строения живых </w:t>
      </w:r>
      <w:r w:rsidR="009C2D90" w:rsidRPr="009C2D90">
        <w:rPr>
          <w:color w:val="000000"/>
          <w:sz w:val="28"/>
          <w:szCs w:val="28"/>
        </w:rPr>
        <w:lastRenderedPageBreak/>
        <w:t xml:space="preserve">организмов, их роли в природе и жизни человека, практического использования и защиты. </w:t>
      </w:r>
      <w:proofErr w:type="gramStart"/>
      <w:r w:rsidR="009C2D90" w:rsidRPr="009C2D90">
        <w:rPr>
          <w:color w:val="000000"/>
          <w:sz w:val="28"/>
          <w:szCs w:val="28"/>
        </w:rPr>
        <w:t>В разделе рабочей программы по биологии для 5 класса нашли отражение основные содержательные линии:</w:t>
      </w:r>
      <w:r w:rsidR="009C2D90" w:rsidRPr="009C2D90">
        <w:rPr>
          <w:rStyle w:val="apple-converted-space"/>
          <w:color w:val="000000"/>
          <w:sz w:val="28"/>
          <w:szCs w:val="28"/>
        </w:rPr>
        <w:t> </w:t>
      </w:r>
      <w:r w:rsidR="009C2D90" w:rsidRPr="009C2D90">
        <w:rPr>
          <w:color w:val="000000"/>
          <w:sz w:val="28"/>
          <w:szCs w:val="28"/>
        </w:rPr>
        <w:t>клеточное строение организмов;</w:t>
      </w:r>
      <w:r w:rsidR="009C2D90" w:rsidRPr="009C2D90">
        <w:rPr>
          <w:rStyle w:val="apple-converted-space"/>
          <w:color w:val="000000"/>
          <w:sz w:val="28"/>
          <w:szCs w:val="28"/>
        </w:rPr>
        <w:t> </w:t>
      </w:r>
      <w:r w:rsidR="009C2D90" w:rsidRPr="009C2D90">
        <w:rPr>
          <w:color w:val="000000"/>
          <w:sz w:val="28"/>
          <w:szCs w:val="28"/>
        </w:rPr>
        <w:t>царство Бактерии; царство Грибы; царство Растения; применение данных организмов – знание и опыт практической деятельности с теми организмами, которые наиболее часто употребляются в повседневной жизни, нашли применение в промышленности и сельском хозяйстве; язык биологии – важнейшие понятия и термины.</w:t>
      </w:r>
      <w:proofErr w:type="gramEnd"/>
    </w:p>
    <w:p w:rsidR="009C2D90" w:rsidRPr="009C2D90" w:rsidRDefault="00ED6CB5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C2D90" w:rsidRPr="009C2D90">
        <w:rPr>
          <w:color w:val="000000"/>
          <w:sz w:val="28"/>
          <w:szCs w:val="28"/>
        </w:rPr>
        <w:t>В процессе изучения биологии в 6-7 классах учащиеся получают знания о строении, жизнедеятельности и многообразии растений и животных, принципах их классификации; знакомятся с эволюцией строения живых организмов, взаимосвязью строения и функций органов и их систем, с индивидуальным развитием и эволюцией растений и животных. Учащиеся узнают о практическом значении биологических знаний,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</w:t>
      </w:r>
    </w:p>
    <w:p w:rsidR="009C2D90" w:rsidRPr="009C2D90" w:rsidRDefault="00ED6CB5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9C2D90" w:rsidRPr="009C2D90">
        <w:rPr>
          <w:color w:val="000000"/>
          <w:sz w:val="28"/>
          <w:szCs w:val="28"/>
        </w:rPr>
        <w:t>В 8 классе учащиеся получают знания о человеке как о биосоциальном существе, его становлении в процессе антропогенеза и формирования социальной среды. Определение систематического положения человека в природе поможет учащимся осознать единство биологических законов, понять взаимосвязь строения и функций органов и систем органов, помогает сделать выбор между здоровым образом жизни и тем, который ведёт к болезни. В курсе уделяется большое внимание санитарно-гигиенической службе, охране природной среды, личной гигиене. Начальные знания психологии позволят учащимся рационально организовать учебную трудовую, спортивную деятельность и отдых, легче вписаться в коллектив сверстников.</w:t>
      </w:r>
    </w:p>
    <w:p w:rsidR="009C2D90" w:rsidRPr="009C2D90" w:rsidRDefault="00ED6CB5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9C2D90" w:rsidRPr="009C2D90">
        <w:rPr>
          <w:color w:val="000000"/>
          <w:sz w:val="28"/>
          <w:szCs w:val="28"/>
        </w:rPr>
        <w:t>В 9 классе обобщаются знания о жизни и уровнях её организации, раскрываются мировоззренческие вопросы о происхождении и развитии жизни на Земле, углубляются понятия об эволюции. Учащиеся получают знания основ цитологии, генетики, селекции, теории эволюции, что позволит им понять и рассмотреть экологию организмов, популяции, биоценоза, биосферы, ответственность человека за жизнь на Земле.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Для понимания сущности биологических явлений в программу введены лабораторные работы, демонстрации опытов, проведение наблюдений, экскурсии.</w:t>
      </w:r>
    </w:p>
    <w:p w:rsidR="009C2D90" w:rsidRPr="009C2D90" w:rsidRDefault="00ED6CB5" w:rsidP="009C2D90">
      <w:pPr>
        <w:pStyle w:val="a3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</w:t>
      </w:r>
      <w:r w:rsidR="009C2D90" w:rsidRPr="009C2D90">
        <w:rPr>
          <w:color w:val="000000"/>
          <w:sz w:val="28"/>
          <w:szCs w:val="28"/>
        </w:rPr>
        <w:t xml:space="preserve">Данная программа реализуется в учебниках биологии и учебно-методических пособиях, созданных коллективом авторов под руководством </w:t>
      </w:r>
      <w:r>
        <w:rPr>
          <w:color w:val="000000"/>
          <w:sz w:val="28"/>
          <w:szCs w:val="28"/>
        </w:rPr>
        <w:t>Плешакова А.А., Сонина Н.И.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Рабочая программа выполняет следующие основные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b/>
          <w:bCs/>
          <w:color w:val="000000"/>
          <w:sz w:val="28"/>
          <w:szCs w:val="28"/>
        </w:rPr>
        <w:t>функции: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1.Нормативная функция определяет объем и порядок преподавания учебной дисциплины.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2. Информационно-методическая функция позволяет всем участникам образовательногопроцесса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9C2D90" w:rsidRPr="009C2D90" w:rsidRDefault="009C2D90" w:rsidP="009C2D90">
      <w:pPr>
        <w:pStyle w:val="a3"/>
        <w:spacing w:before="0" w:beforeAutospacing="0"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3. Организационно-планирующая функция предусматривает выделение этапов обучения,структурирование учебного материала, определение его количественных и качественныххарактеристик на каждом из этапов.</w:t>
      </w:r>
    </w:p>
    <w:p w:rsidR="009C2D90" w:rsidRPr="009C2D90" w:rsidRDefault="009C2D90" w:rsidP="009C2D90">
      <w:pPr>
        <w:pStyle w:val="a3"/>
        <w:spacing w:line="276" w:lineRule="auto"/>
        <w:rPr>
          <w:color w:val="000000"/>
          <w:sz w:val="28"/>
          <w:szCs w:val="28"/>
        </w:rPr>
      </w:pPr>
      <w:r w:rsidRPr="009C2D90">
        <w:rPr>
          <w:b/>
          <w:bCs/>
          <w:color w:val="000000"/>
          <w:sz w:val="28"/>
          <w:szCs w:val="28"/>
        </w:rPr>
        <w:t>Цели курса:</w:t>
      </w:r>
    </w:p>
    <w:p w:rsidR="009C2D90" w:rsidRDefault="009C2D90" w:rsidP="009C2D90">
      <w:pPr>
        <w:pStyle w:val="a3"/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формирование у обучающихся умения видеть и понимать ценность образования, значимость биологических знаний для каждого человека независимо от его профессиональной деятельности; формулировать и об</w:t>
      </w:r>
      <w:r>
        <w:rPr>
          <w:color w:val="000000"/>
          <w:sz w:val="28"/>
          <w:szCs w:val="28"/>
        </w:rPr>
        <w:t>основывать собственную позицию;</w:t>
      </w:r>
    </w:p>
    <w:p w:rsidR="009C2D90" w:rsidRDefault="009C2D90" w:rsidP="009C2D90">
      <w:pPr>
        <w:pStyle w:val="a3"/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 xml:space="preserve"> формирование у </w:t>
      </w:r>
      <w:proofErr w:type="gramStart"/>
      <w:r w:rsidRPr="009C2D90">
        <w:rPr>
          <w:color w:val="000000"/>
          <w:sz w:val="28"/>
          <w:szCs w:val="28"/>
        </w:rPr>
        <w:t>обучающихся</w:t>
      </w:r>
      <w:proofErr w:type="gramEnd"/>
      <w:r w:rsidRPr="009C2D90">
        <w:rPr>
          <w:color w:val="000000"/>
          <w:sz w:val="28"/>
          <w:szCs w:val="28"/>
        </w:rPr>
        <w:t xml:space="preserve"> целостного представления о мире и роли биологии в создании современной естественнонаучной картины мира; умения объяснять объекты и процессы окружающей действительности — природной, социальной, культурной, используя для этого биологические знания;</w:t>
      </w:r>
    </w:p>
    <w:p w:rsidR="009C2D90" w:rsidRPr="009C2D90" w:rsidRDefault="009C2D90" w:rsidP="009C2D90">
      <w:pPr>
        <w:pStyle w:val="a3"/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proofErr w:type="gramStart"/>
      <w:r w:rsidRPr="009C2D90">
        <w:rPr>
          <w:color w:val="000000"/>
          <w:sz w:val="28"/>
          <w:szCs w:val="28"/>
        </w:rPr>
        <w:t>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объектами живой природы в повседневной жизни.</w:t>
      </w:r>
      <w:proofErr w:type="gramEnd"/>
    </w:p>
    <w:p w:rsidR="009C2D90" w:rsidRPr="009C2D90" w:rsidRDefault="009C2D90" w:rsidP="009C2D9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b/>
          <w:bCs/>
          <w:color w:val="000000"/>
          <w:sz w:val="28"/>
          <w:szCs w:val="28"/>
        </w:rPr>
        <w:t>Задачи курса: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•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освоение важнейших знаний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об основных понятиях биологии и биологической терминологии;</w:t>
      </w:r>
    </w:p>
    <w:p w:rsidR="009C2D90" w:rsidRPr="009C2D90" w:rsidRDefault="009C2D90" w:rsidP="009C2D90">
      <w:pPr>
        <w:pStyle w:val="a3"/>
        <w:spacing w:before="0" w:beforeAutospacing="0"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•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овладение умениями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наблюдать биологические явления, проводить лабораторный эксперимент;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lastRenderedPageBreak/>
        <w:t>•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развитие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познавательных интересов и интеллектуальных способностей в процессе проведения лабораторных и практических работ, самостоятельного приобретения знаний в соответствии с возникающими жизненными потребностями;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•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воспитание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отношения к биологии как к одному из фундаментальных компонентов естествознания и элементу общечеловеческой культуры;</w:t>
      </w:r>
    </w:p>
    <w:p w:rsidR="009C2D90" w:rsidRDefault="009C2D90" w:rsidP="009C2D9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•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применение полученных знаний и умений</w:t>
      </w:r>
      <w:r w:rsidRPr="009C2D90">
        <w:rPr>
          <w:rStyle w:val="apple-converted-space"/>
          <w:color w:val="000000"/>
          <w:sz w:val="28"/>
          <w:szCs w:val="28"/>
        </w:rPr>
        <w:t> </w:t>
      </w:r>
      <w:r w:rsidRPr="009C2D90">
        <w:rPr>
          <w:color w:val="000000"/>
          <w:sz w:val="28"/>
          <w:szCs w:val="28"/>
        </w:rPr>
        <w:t>для безопасного использования и общения с объектами живой природы,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C2D90" w:rsidRPr="009C2D90" w:rsidRDefault="009C2D90" w:rsidP="009C2D9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b/>
          <w:bCs/>
          <w:color w:val="000000"/>
          <w:sz w:val="28"/>
          <w:szCs w:val="28"/>
        </w:rPr>
        <w:t>Принципы реализации учебного предмета</w:t>
      </w:r>
    </w:p>
    <w:p w:rsidR="009C2D90" w:rsidRPr="009C2D90" w:rsidRDefault="009C2D90" w:rsidP="009C2D9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proofErr w:type="spellStart"/>
      <w:r w:rsidRPr="009C2D90">
        <w:rPr>
          <w:color w:val="000000"/>
          <w:sz w:val="28"/>
          <w:szCs w:val="28"/>
        </w:rPr>
        <w:t>гуманизации</w:t>
      </w:r>
      <w:proofErr w:type="spellEnd"/>
      <w:r w:rsidRPr="009C2D90">
        <w:rPr>
          <w:color w:val="000000"/>
          <w:sz w:val="28"/>
          <w:szCs w:val="28"/>
        </w:rPr>
        <w:t xml:space="preserve"> содержания и процесса его усвоения;</w:t>
      </w:r>
    </w:p>
    <w:p w:rsidR="009C2D90" w:rsidRPr="009C2D90" w:rsidRDefault="009C2D90" w:rsidP="009C2D90">
      <w:pPr>
        <w:pStyle w:val="a3"/>
        <w:numPr>
          <w:ilvl w:val="0"/>
          <w:numId w:val="3"/>
        </w:numPr>
        <w:shd w:val="clear" w:color="auto" w:fill="FFFFFF"/>
        <w:spacing w:line="276" w:lineRule="auto"/>
        <w:rPr>
          <w:color w:val="000000"/>
          <w:sz w:val="28"/>
          <w:szCs w:val="28"/>
        </w:rPr>
      </w:pPr>
      <w:proofErr w:type="spellStart"/>
      <w:r w:rsidRPr="009C2D90">
        <w:rPr>
          <w:color w:val="000000"/>
          <w:sz w:val="28"/>
          <w:szCs w:val="28"/>
        </w:rPr>
        <w:t>экологизации</w:t>
      </w:r>
      <w:proofErr w:type="spellEnd"/>
      <w:r w:rsidRPr="009C2D90">
        <w:rPr>
          <w:color w:val="000000"/>
          <w:sz w:val="28"/>
          <w:szCs w:val="28"/>
        </w:rPr>
        <w:t xml:space="preserve"> курса биологии;</w:t>
      </w:r>
    </w:p>
    <w:p w:rsidR="009C2D90" w:rsidRPr="009C2D90" w:rsidRDefault="009C2D90" w:rsidP="009C2D90">
      <w:pPr>
        <w:pStyle w:val="a3"/>
        <w:numPr>
          <w:ilvl w:val="0"/>
          <w:numId w:val="3"/>
        </w:num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интеграции знаний и умений;</w:t>
      </w:r>
    </w:p>
    <w:p w:rsidR="009C2D90" w:rsidRDefault="009C2D90" w:rsidP="009C2D90">
      <w:pPr>
        <w:pStyle w:val="a3"/>
        <w:numPr>
          <w:ilvl w:val="0"/>
          <w:numId w:val="3"/>
        </w:num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последовательного развития и усложнения учебного материала и способов его изучения.</w:t>
      </w:r>
    </w:p>
    <w:p w:rsidR="009C2D90" w:rsidRPr="009C2D90" w:rsidRDefault="009C2D90" w:rsidP="009C2D9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b/>
          <w:bCs/>
          <w:color w:val="000000"/>
          <w:sz w:val="28"/>
          <w:szCs w:val="28"/>
        </w:rPr>
        <w:t>Вклад учебного предмета в достижение целей курса</w:t>
      </w:r>
    </w:p>
    <w:p w:rsidR="009C2D90" w:rsidRPr="009C2D90" w:rsidRDefault="009C2D90" w:rsidP="009C2D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формирование системы биологических знаний как компонента естественнонаучной картины мира;</w:t>
      </w:r>
    </w:p>
    <w:p w:rsidR="009C2D90" w:rsidRPr="009C2D90" w:rsidRDefault="009C2D90" w:rsidP="009C2D90">
      <w:pPr>
        <w:pStyle w:val="a3"/>
        <w:numPr>
          <w:ilvl w:val="0"/>
          <w:numId w:val="4"/>
        </w:num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9C2D90">
        <w:rPr>
          <w:color w:val="000000"/>
          <w:sz w:val="28"/>
          <w:szCs w:val="28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на природе, в быту и трудовой деятельности;</w:t>
      </w:r>
    </w:p>
    <w:p w:rsidR="009C2D90" w:rsidRPr="00D37010" w:rsidRDefault="009C2D90" w:rsidP="009C2D90">
      <w:pPr>
        <w:pStyle w:val="a3"/>
        <w:numPr>
          <w:ilvl w:val="0"/>
          <w:numId w:val="4"/>
        </w:numPr>
        <w:shd w:val="clear" w:color="auto" w:fill="FFFFFF"/>
        <w:spacing w:line="276" w:lineRule="auto"/>
        <w:rPr>
          <w:rFonts w:ascii="Tahoma" w:hAnsi="Tahoma" w:cs="Tahoma"/>
          <w:color w:val="000000"/>
          <w:sz w:val="18"/>
          <w:szCs w:val="18"/>
        </w:rPr>
      </w:pPr>
      <w:r w:rsidRPr="00D37010">
        <w:rPr>
          <w:color w:val="000000"/>
          <w:sz w:val="28"/>
          <w:szCs w:val="28"/>
        </w:rPr>
        <w:t>выработку понимания общественной потребности в развитии биологии, а также формирование отношения к данной науке как к возможной области будущей практической деятельности.</w:t>
      </w: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D37010">
        <w:rPr>
          <w:b/>
          <w:bCs/>
          <w:color w:val="000000"/>
          <w:sz w:val="28"/>
          <w:szCs w:val="28"/>
        </w:rPr>
        <w:t>ОБЩАЯ ХАРАКТЕРИСТИКА УЧЕБНОГО КУРСА</w:t>
      </w: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Содержание рабочей программы структурировано:</w:t>
      </w: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rPr>
          <w:b/>
          <w:i/>
          <w:color w:val="000000"/>
          <w:sz w:val="28"/>
          <w:szCs w:val="28"/>
        </w:rPr>
      </w:pPr>
      <w:r w:rsidRPr="00D37010">
        <w:rPr>
          <w:b/>
          <w:i/>
          <w:color w:val="000000"/>
          <w:sz w:val="28"/>
          <w:szCs w:val="28"/>
        </w:rPr>
        <w:t>В 5 классе по шести разделам:</w:t>
      </w:r>
    </w:p>
    <w:p w:rsidR="009C2D90" w:rsidRPr="00D37010" w:rsidRDefault="009C2D90" w:rsidP="00D37010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Введение. Методы познания живых организмов и природных явлений;</w:t>
      </w:r>
    </w:p>
    <w:p w:rsidR="009C2D90" w:rsidRPr="00D37010" w:rsidRDefault="009C2D90" w:rsidP="00D37010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Экспериментальные основы биологии;</w:t>
      </w:r>
    </w:p>
    <w:p w:rsidR="009C2D90" w:rsidRPr="00D37010" w:rsidRDefault="009C2D90" w:rsidP="00D37010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Клеточное строение организмов;</w:t>
      </w:r>
    </w:p>
    <w:p w:rsidR="009C2D90" w:rsidRPr="00D37010" w:rsidRDefault="009C2D90" w:rsidP="00D37010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Бактерии - знания о строении, жизнедеятельности и биологическом действии, их распространении в природе, роли в природе и жизни человека;</w:t>
      </w:r>
    </w:p>
    <w:p w:rsidR="009C2D90" w:rsidRPr="00D37010" w:rsidRDefault="009C2D90" w:rsidP="00D37010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lastRenderedPageBreak/>
        <w:t>Грибы – знания о строении и жизнедеятельности, видах грибов и их действии на здоровье человека, правилах сбора и охраны грибов;</w:t>
      </w:r>
    </w:p>
    <w:p w:rsidR="009C2D90" w:rsidRPr="00D37010" w:rsidRDefault="009C2D90" w:rsidP="00D37010">
      <w:pPr>
        <w:pStyle w:val="a3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Растения – методы изучения растений, их многообразие, основные группы и роль в биосфере, охрана и значение в жизни человека.</w:t>
      </w: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rPr>
          <w:b/>
          <w:i/>
          <w:color w:val="000000"/>
          <w:sz w:val="28"/>
          <w:szCs w:val="28"/>
        </w:rPr>
      </w:pPr>
      <w:r w:rsidRPr="00D37010">
        <w:rPr>
          <w:b/>
          <w:i/>
          <w:color w:val="000000"/>
          <w:sz w:val="28"/>
          <w:szCs w:val="28"/>
        </w:rPr>
        <w:t>В 6 классе по четырём разделам:</w:t>
      </w:r>
    </w:p>
    <w:p w:rsidR="009C2D90" w:rsidRPr="00D37010" w:rsidRDefault="009C2D90" w:rsidP="00D37010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Строение и многообразие покрытосеменных растений;</w:t>
      </w:r>
    </w:p>
    <w:p w:rsidR="009C2D90" w:rsidRPr="00D37010" w:rsidRDefault="009C2D90" w:rsidP="00D37010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Жизнь растений;</w:t>
      </w:r>
    </w:p>
    <w:p w:rsidR="009C2D90" w:rsidRPr="00D37010" w:rsidRDefault="009C2D90" w:rsidP="00D37010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Классификация растений;</w:t>
      </w:r>
    </w:p>
    <w:p w:rsidR="009C2D90" w:rsidRDefault="009C2D90" w:rsidP="00D37010">
      <w:pPr>
        <w:pStyle w:val="a3"/>
        <w:numPr>
          <w:ilvl w:val="0"/>
          <w:numId w:val="6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Природные сообщества.</w:t>
      </w:r>
    </w:p>
    <w:p w:rsidR="00D37010" w:rsidRPr="00D37010" w:rsidRDefault="00D37010" w:rsidP="00D3701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rPr>
          <w:b/>
          <w:i/>
          <w:color w:val="000000"/>
          <w:sz w:val="28"/>
          <w:szCs w:val="28"/>
        </w:rPr>
      </w:pPr>
      <w:r w:rsidRPr="00D37010">
        <w:rPr>
          <w:b/>
          <w:i/>
          <w:color w:val="000000"/>
          <w:sz w:val="28"/>
          <w:szCs w:val="28"/>
        </w:rPr>
        <w:t>В 7 классе по восьми разделам:</w:t>
      </w:r>
    </w:p>
    <w:p w:rsidR="009C2D90" w:rsidRPr="00D3701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Введение.</w:t>
      </w:r>
    </w:p>
    <w:p w:rsidR="009C2D90" w:rsidRPr="00D3701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Простейшие.</w:t>
      </w:r>
    </w:p>
    <w:p w:rsidR="009C2D90" w:rsidRPr="00D3701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Многоклеточные животные.</w:t>
      </w:r>
    </w:p>
    <w:p w:rsidR="009C2D90" w:rsidRPr="00D3701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Эволюция строения и функций органов и их систем у животных.</w:t>
      </w:r>
    </w:p>
    <w:p w:rsidR="009C2D90" w:rsidRPr="00D3701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Индивидуальное развитие животных.</w:t>
      </w:r>
    </w:p>
    <w:p w:rsidR="009C2D90" w:rsidRPr="00D3701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Развитие и закономерности размещения животных на Земле.</w:t>
      </w:r>
    </w:p>
    <w:p w:rsidR="009C2D90" w:rsidRPr="00D3701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Биоценозы.</w:t>
      </w:r>
    </w:p>
    <w:p w:rsidR="009C2D90" w:rsidRDefault="009C2D90" w:rsidP="00D37010">
      <w:pPr>
        <w:pStyle w:val="a3"/>
        <w:numPr>
          <w:ilvl w:val="0"/>
          <w:numId w:val="7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Животный мир и хозяйственная деятельность человека.</w:t>
      </w:r>
    </w:p>
    <w:p w:rsidR="00D37010" w:rsidRPr="00D37010" w:rsidRDefault="00D37010" w:rsidP="00D3701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rPr>
          <w:b/>
          <w:i/>
          <w:color w:val="000000"/>
          <w:sz w:val="28"/>
          <w:szCs w:val="28"/>
        </w:rPr>
      </w:pPr>
      <w:r w:rsidRPr="00D37010">
        <w:rPr>
          <w:b/>
          <w:i/>
          <w:color w:val="000000"/>
          <w:sz w:val="28"/>
          <w:szCs w:val="28"/>
        </w:rPr>
        <w:t>В 8 классе по пятнадцати разделам: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Введение. Науки, изучающие организм человека.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Происхождение человека.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Строение организма.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Опорно-двигательная система.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Внутренняя среда организма.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Кровеносная и лимфатическая системы организма.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Дыхание.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Пищеварение.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Обмен веществ и энергии.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Покровные органы. Терморегуляция. Выделение.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Нервная система.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Анализаторы. Органы чувств.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Высшая нервная деятельность. Поведение. Психика.</w:t>
      </w:r>
    </w:p>
    <w:p w:rsidR="009C2D90" w:rsidRPr="00D3701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Железы внутренней секреции.</w:t>
      </w:r>
    </w:p>
    <w:p w:rsidR="009C2D90" w:rsidRDefault="009C2D90" w:rsidP="00D37010">
      <w:pPr>
        <w:pStyle w:val="a3"/>
        <w:numPr>
          <w:ilvl w:val="0"/>
          <w:numId w:val="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Индивидуальное развитие организма.</w:t>
      </w:r>
    </w:p>
    <w:p w:rsidR="00D37010" w:rsidRDefault="00D37010" w:rsidP="00D3701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D37010" w:rsidRPr="00D37010" w:rsidRDefault="00D37010" w:rsidP="00D3701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rPr>
          <w:b/>
          <w:i/>
          <w:color w:val="000000"/>
          <w:sz w:val="28"/>
          <w:szCs w:val="28"/>
        </w:rPr>
      </w:pPr>
      <w:r w:rsidRPr="00D37010">
        <w:rPr>
          <w:b/>
          <w:i/>
          <w:color w:val="000000"/>
          <w:sz w:val="28"/>
          <w:szCs w:val="28"/>
        </w:rPr>
        <w:lastRenderedPageBreak/>
        <w:t>В 9 классе по семи разделам:</w:t>
      </w:r>
    </w:p>
    <w:p w:rsidR="009C2D90" w:rsidRPr="00D37010" w:rsidRDefault="009C2D90" w:rsidP="00D37010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Введение. Методы исследования биологии.</w:t>
      </w:r>
    </w:p>
    <w:p w:rsidR="009C2D90" w:rsidRPr="00D37010" w:rsidRDefault="009C2D90" w:rsidP="00D37010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Молекулярный уровень.</w:t>
      </w:r>
    </w:p>
    <w:p w:rsidR="009C2D90" w:rsidRPr="00D37010" w:rsidRDefault="009C2D90" w:rsidP="00D37010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Клеточный уровень.</w:t>
      </w:r>
    </w:p>
    <w:p w:rsidR="009C2D90" w:rsidRPr="00D37010" w:rsidRDefault="009C2D90" w:rsidP="00D37010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Организменный уровень.</w:t>
      </w:r>
    </w:p>
    <w:p w:rsidR="009C2D90" w:rsidRPr="00D37010" w:rsidRDefault="009C2D90" w:rsidP="00D37010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Популяционно-видовой уровень.</w:t>
      </w:r>
    </w:p>
    <w:p w:rsidR="009C2D90" w:rsidRPr="00D37010" w:rsidRDefault="009C2D90" w:rsidP="00D37010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proofErr w:type="spellStart"/>
      <w:r w:rsidRPr="00D37010">
        <w:rPr>
          <w:color w:val="000000"/>
          <w:sz w:val="28"/>
          <w:szCs w:val="28"/>
        </w:rPr>
        <w:t>Экосистемный</w:t>
      </w:r>
      <w:proofErr w:type="spellEnd"/>
      <w:r w:rsidRPr="00D37010">
        <w:rPr>
          <w:color w:val="000000"/>
          <w:sz w:val="28"/>
          <w:szCs w:val="28"/>
        </w:rPr>
        <w:t xml:space="preserve"> уровень.</w:t>
      </w:r>
    </w:p>
    <w:p w:rsidR="009C2D90" w:rsidRPr="00D37010" w:rsidRDefault="009C2D90" w:rsidP="00D37010">
      <w:pPr>
        <w:pStyle w:val="a3"/>
        <w:numPr>
          <w:ilvl w:val="0"/>
          <w:numId w:val="9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rStyle w:val="apple-converted-space"/>
          <w:color w:val="000000"/>
          <w:sz w:val="28"/>
          <w:szCs w:val="28"/>
        </w:rPr>
        <w:t> </w:t>
      </w:r>
      <w:r w:rsidRPr="00D37010">
        <w:rPr>
          <w:color w:val="000000"/>
          <w:sz w:val="28"/>
          <w:szCs w:val="28"/>
        </w:rPr>
        <w:t>Биосферный уровень.</w:t>
      </w: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C2D90" w:rsidRPr="00D37010" w:rsidRDefault="009C2D90" w:rsidP="00D37010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D37010">
        <w:rPr>
          <w:b/>
          <w:bCs/>
          <w:color w:val="000000"/>
          <w:sz w:val="28"/>
          <w:szCs w:val="28"/>
        </w:rPr>
        <w:t>МЕСТО УЧЕБНОГО ПРЕДМЕТА В УЧЕБНОМ ПЛАНЕ</w:t>
      </w:r>
    </w:p>
    <w:p w:rsidR="009C2D90" w:rsidRPr="00D37010" w:rsidRDefault="009C2D90" w:rsidP="00ED6CB5">
      <w:pPr>
        <w:pStyle w:val="a3"/>
        <w:spacing w:line="276" w:lineRule="auto"/>
        <w:jc w:val="both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Для реализации рабочей программы изучения учебного предмета «Биология» на этапе основного общего образования учебным планом школы отведено</w:t>
      </w:r>
      <w:r w:rsidRPr="00D37010">
        <w:rPr>
          <w:rStyle w:val="apple-converted-space"/>
          <w:i/>
          <w:iCs/>
          <w:color w:val="000000"/>
          <w:sz w:val="28"/>
          <w:szCs w:val="28"/>
        </w:rPr>
        <w:t> </w:t>
      </w:r>
      <w:r w:rsidR="00ED6CB5">
        <w:rPr>
          <w:color w:val="000000"/>
          <w:sz w:val="28"/>
          <w:szCs w:val="28"/>
        </w:rPr>
        <w:t>243</w:t>
      </w:r>
      <w:r w:rsidRPr="00D37010">
        <w:rPr>
          <w:color w:val="000000"/>
          <w:sz w:val="28"/>
          <w:szCs w:val="28"/>
        </w:rPr>
        <w:t xml:space="preserve"> часов. Из них 35 часов в 5</w:t>
      </w:r>
      <w:r w:rsidR="00ED6CB5">
        <w:rPr>
          <w:color w:val="000000"/>
          <w:sz w:val="28"/>
          <w:szCs w:val="28"/>
        </w:rPr>
        <w:t xml:space="preserve"> классе, 35 часов в 6 классе, 35</w:t>
      </w:r>
      <w:r w:rsidRPr="00D37010">
        <w:rPr>
          <w:color w:val="000000"/>
          <w:sz w:val="28"/>
          <w:szCs w:val="28"/>
        </w:rPr>
        <w:t xml:space="preserve"> часов в 7 классе, 70 часов в 8 классе и 68 часов в 9 классе из расчета 1 учебный час в неделю в 5 и 6 классах и 2 учебных часа в неделю в 7 </w:t>
      </w:r>
      <w:r w:rsidR="00ED6CB5">
        <w:rPr>
          <w:color w:val="000000"/>
          <w:sz w:val="28"/>
          <w:szCs w:val="28"/>
        </w:rPr>
        <w:t>– 9 классах. Для обеспечения 243</w:t>
      </w:r>
      <w:r w:rsidRPr="00D37010">
        <w:rPr>
          <w:color w:val="000000"/>
          <w:sz w:val="28"/>
          <w:szCs w:val="28"/>
        </w:rPr>
        <w:t>-часового курса биологии в 5 – 9 классах по программе, созданной коллективом авторов под руководством</w:t>
      </w:r>
      <w:r w:rsidR="00ED6CB5" w:rsidRPr="00ED6CB5">
        <w:rPr>
          <w:color w:val="000000"/>
          <w:sz w:val="28"/>
          <w:szCs w:val="28"/>
        </w:rPr>
        <w:t xml:space="preserve"> </w:t>
      </w:r>
      <w:r w:rsidR="00ED6CB5">
        <w:rPr>
          <w:color w:val="000000"/>
          <w:sz w:val="28"/>
          <w:szCs w:val="28"/>
        </w:rPr>
        <w:t>Плешакова А.А., Сонина Н.И. , отведено 243</w:t>
      </w:r>
      <w:r w:rsidRPr="00D37010">
        <w:rPr>
          <w:color w:val="000000"/>
          <w:sz w:val="28"/>
          <w:szCs w:val="28"/>
        </w:rPr>
        <w:t xml:space="preserve"> час</w:t>
      </w:r>
      <w:r w:rsidR="00ED6CB5">
        <w:rPr>
          <w:color w:val="000000"/>
          <w:sz w:val="28"/>
          <w:szCs w:val="28"/>
        </w:rPr>
        <w:t>а</w:t>
      </w:r>
      <w:r w:rsidRPr="00D37010">
        <w:rPr>
          <w:color w:val="000000"/>
          <w:sz w:val="28"/>
          <w:szCs w:val="28"/>
        </w:rPr>
        <w:t xml:space="preserve"> учебным планом.</w:t>
      </w:r>
    </w:p>
    <w:p w:rsidR="00950A01" w:rsidRPr="00D37010" w:rsidRDefault="00950A01" w:rsidP="00D3701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950A01" w:rsidRPr="00D37010" w:rsidRDefault="00950A01" w:rsidP="00D37010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950A01" w:rsidRPr="00D37010" w:rsidRDefault="00950A01" w:rsidP="00D3701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37010">
        <w:rPr>
          <w:color w:val="000000"/>
          <w:sz w:val="28"/>
          <w:szCs w:val="28"/>
        </w:rPr>
        <w:t>.</w:t>
      </w:r>
    </w:p>
    <w:p w:rsidR="00950A01" w:rsidRPr="00D37010" w:rsidRDefault="00950A01" w:rsidP="00D37010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950A01" w:rsidRDefault="00950A01" w:rsidP="00950A01">
      <w:pPr>
        <w:pStyle w:val="a3"/>
        <w:rPr>
          <w:rFonts w:ascii="Tahoma" w:hAnsi="Tahoma" w:cs="Tahoma"/>
          <w:color w:val="000000"/>
          <w:sz w:val="18"/>
          <w:szCs w:val="18"/>
        </w:rPr>
      </w:pPr>
      <w:bookmarkStart w:id="0" w:name="_GoBack"/>
      <w:bookmarkEnd w:id="0"/>
    </w:p>
    <w:p w:rsidR="00F90F3D" w:rsidRDefault="00F90F3D"/>
    <w:sectPr w:rsidR="00F90F3D" w:rsidSect="00951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F1B"/>
    <w:multiLevelType w:val="hybridMultilevel"/>
    <w:tmpl w:val="C2BE8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65278"/>
    <w:multiLevelType w:val="hybridMultilevel"/>
    <w:tmpl w:val="0C70A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34C"/>
    <w:multiLevelType w:val="multilevel"/>
    <w:tmpl w:val="EB8AB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5A5A34"/>
    <w:multiLevelType w:val="multilevel"/>
    <w:tmpl w:val="998E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48310B"/>
    <w:multiLevelType w:val="hybridMultilevel"/>
    <w:tmpl w:val="6FF21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F64FD6"/>
    <w:multiLevelType w:val="multilevel"/>
    <w:tmpl w:val="262A8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6909BF"/>
    <w:multiLevelType w:val="multilevel"/>
    <w:tmpl w:val="3EE0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636DDB"/>
    <w:multiLevelType w:val="multilevel"/>
    <w:tmpl w:val="7AA2F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6F1029"/>
    <w:multiLevelType w:val="hybridMultilevel"/>
    <w:tmpl w:val="3886D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892"/>
    <w:rsid w:val="00015D18"/>
    <w:rsid w:val="00950A01"/>
    <w:rsid w:val="009515FA"/>
    <w:rsid w:val="009C2D90"/>
    <w:rsid w:val="00D37010"/>
    <w:rsid w:val="00EC2892"/>
    <w:rsid w:val="00ED6CB5"/>
    <w:rsid w:val="00F90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A0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0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0A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A0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0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0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1833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Василиса</dc:creator>
  <cp:lastModifiedBy>Татьяна Цыганова</cp:lastModifiedBy>
  <cp:revision>3</cp:revision>
  <dcterms:created xsi:type="dcterms:W3CDTF">2017-01-14T11:33:00Z</dcterms:created>
  <dcterms:modified xsi:type="dcterms:W3CDTF">2021-12-13T10:56:00Z</dcterms:modified>
</cp:coreProperties>
</file>